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9031AF" w:rsidRDefault="009031AF" w:rsidP="008D13DF">
      <w:pPr>
        <w:pStyle w:val="Default"/>
        <w:jc w:val="both"/>
        <w:rPr>
          <w:b/>
          <w:bCs/>
          <w:sz w:val="22"/>
          <w:szCs w:val="22"/>
        </w:rPr>
      </w:pPr>
    </w:p>
    <w:p w14:paraId="0A37501D" w14:textId="77777777" w:rsidR="009031AF" w:rsidRDefault="009031AF" w:rsidP="009031AF">
      <w:pPr>
        <w:shd w:val="clear" w:color="auto" w:fill="D9D9D9" w:themeFill="background1" w:themeFillShade="D9"/>
        <w:contextualSpacing/>
        <w:rPr>
          <w:b/>
          <w:bCs/>
          <w:szCs w:val="22"/>
        </w:rPr>
        <w:sectPr w:rsidR="009031AF" w:rsidSect="0008029D">
          <w:headerReference w:type="even" r:id="rId11"/>
          <w:headerReference w:type="default" r:id="rId12"/>
          <w:footerReference w:type="even" r:id="rId13"/>
          <w:footerReference w:type="default" r:id="rId14"/>
          <w:headerReference w:type="first" r:id="rId15"/>
          <w:footerReference w:type="first" r:id="rId16"/>
          <w:pgSz w:w="11906" w:h="16838"/>
          <w:pgMar w:top="2041" w:right="924" w:bottom="1702" w:left="1259" w:header="709" w:footer="647" w:gutter="0"/>
          <w:cols w:space="708"/>
          <w:docGrid w:linePitch="360"/>
        </w:sectPr>
      </w:pPr>
    </w:p>
    <w:p w14:paraId="5027F2E3" w14:textId="0A229699" w:rsidR="009031AF" w:rsidRPr="008651FD" w:rsidRDefault="009031AF" w:rsidP="1664C03B">
      <w:pPr>
        <w:shd w:val="clear" w:color="auto" w:fill="D9D9D9" w:themeFill="background1" w:themeFillShade="D9"/>
        <w:contextualSpacing/>
        <w:rPr>
          <w:rFonts w:cs="Arial"/>
          <w:b/>
          <w:bCs/>
          <w:sz w:val="40"/>
          <w:szCs w:val="40"/>
          <w:lang w:eastAsia="es-ES"/>
        </w:rPr>
      </w:pPr>
      <w:r w:rsidRPr="1664C03B">
        <w:rPr>
          <w:rFonts w:cs="Arial"/>
          <w:b/>
          <w:bCs/>
          <w:sz w:val="40"/>
          <w:szCs w:val="40"/>
          <w:lang w:eastAsia="es-ES"/>
        </w:rPr>
        <w:t>ANNEX 2</w:t>
      </w:r>
      <w:r w:rsidR="526E6053" w:rsidRPr="1664C03B">
        <w:rPr>
          <w:rFonts w:cs="Arial"/>
          <w:b/>
          <w:bCs/>
          <w:sz w:val="40"/>
          <w:szCs w:val="40"/>
          <w:lang w:eastAsia="es-ES"/>
        </w:rPr>
        <w:t>3</w:t>
      </w:r>
    </w:p>
    <w:p w14:paraId="68EB0FA9" w14:textId="77777777"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14:paraId="5DAB6C7B" w14:textId="77777777" w:rsidR="009031AF" w:rsidRPr="008651FD" w:rsidRDefault="009031AF" w:rsidP="009031AF">
      <w:pPr>
        <w:autoSpaceDE w:val="0"/>
        <w:autoSpaceDN w:val="0"/>
        <w:adjustRightInd w:val="0"/>
        <w:jc w:val="both"/>
        <w:rPr>
          <w:rFonts w:cs="Arial"/>
          <w:lang w:eastAsia="es-ES"/>
        </w:rPr>
      </w:pPr>
    </w:p>
    <w:p w14:paraId="02EB378F" w14:textId="77777777" w:rsidR="009031AF" w:rsidRDefault="009031AF">
      <w:pPr>
        <w:rPr>
          <w:rFonts w:cs="Arial"/>
          <w:b/>
          <w:bCs/>
          <w:color w:val="000000"/>
          <w:szCs w:val="22"/>
          <w:lang w:eastAsia="es-ES"/>
        </w:rPr>
      </w:pPr>
    </w:p>
    <w:p w14:paraId="6A05A809" w14:textId="77777777" w:rsidR="009031AF" w:rsidRDefault="009031AF" w:rsidP="008D13DF">
      <w:pPr>
        <w:pStyle w:val="Default"/>
        <w:jc w:val="both"/>
        <w:rPr>
          <w:b/>
          <w:bCs/>
          <w:sz w:val="22"/>
          <w:szCs w:val="22"/>
        </w:rPr>
      </w:pPr>
      <w:r>
        <w:rPr>
          <w:b/>
          <w:bCs/>
          <w:sz w:val="22"/>
          <w:szCs w:val="22"/>
        </w:rPr>
        <w:br w:type="page"/>
      </w:r>
    </w:p>
    <w:p w14:paraId="2781392D" w14:textId="77777777"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14:paraId="5A39BBE3" w14:textId="77777777" w:rsidR="008D13DF" w:rsidRDefault="008D13DF" w:rsidP="008D13DF">
      <w:pPr>
        <w:pStyle w:val="Default"/>
        <w:jc w:val="both"/>
        <w:rPr>
          <w:sz w:val="22"/>
          <w:szCs w:val="22"/>
        </w:rPr>
      </w:pPr>
    </w:p>
    <w:p w14:paraId="733B4DE6" w14:textId="77777777" w:rsidR="008D13DF" w:rsidRDefault="008D13DF" w:rsidP="008D13DF">
      <w:pPr>
        <w:pStyle w:val="Default"/>
        <w:jc w:val="both"/>
        <w:rPr>
          <w:sz w:val="22"/>
          <w:szCs w:val="22"/>
        </w:rPr>
      </w:pPr>
      <w:r>
        <w:rPr>
          <w:sz w:val="22"/>
          <w:szCs w:val="22"/>
        </w:rPr>
        <w:t xml:space="preserve">Expedient: </w:t>
      </w:r>
    </w:p>
    <w:p w14:paraId="6F009D33" w14:textId="77777777" w:rsidR="008D13DF" w:rsidRDefault="008D13DF" w:rsidP="008D13DF">
      <w:pPr>
        <w:pStyle w:val="Default"/>
        <w:jc w:val="both"/>
        <w:rPr>
          <w:sz w:val="22"/>
          <w:szCs w:val="22"/>
        </w:rPr>
      </w:pPr>
      <w:r>
        <w:rPr>
          <w:sz w:val="22"/>
          <w:szCs w:val="22"/>
        </w:rPr>
        <w:t xml:space="preserve">Contracte: </w:t>
      </w:r>
    </w:p>
    <w:p w14:paraId="3B28642F" w14:textId="77777777" w:rsidR="008D13DF" w:rsidRDefault="008D13DF" w:rsidP="008D13DF">
      <w:pPr>
        <w:pStyle w:val="Default"/>
        <w:jc w:val="both"/>
        <w:rPr>
          <w:sz w:val="22"/>
          <w:szCs w:val="22"/>
        </w:rPr>
      </w:pPr>
      <w:r>
        <w:rPr>
          <w:sz w:val="22"/>
          <w:szCs w:val="22"/>
        </w:rPr>
        <w:t xml:space="preserve">Òrgan de contractació: </w:t>
      </w:r>
    </w:p>
    <w:p w14:paraId="41C8F396" w14:textId="77777777" w:rsidR="008D13DF" w:rsidRDefault="008D13DF" w:rsidP="008D13DF">
      <w:pPr>
        <w:pStyle w:val="Default"/>
        <w:jc w:val="both"/>
        <w:rPr>
          <w:sz w:val="22"/>
          <w:szCs w:val="22"/>
        </w:rPr>
      </w:pPr>
    </w:p>
    <w:p w14:paraId="6ECD85BC" w14:textId="77777777"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14:paraId="72A3D3EC" w14:textId="77777777" w:rsidR="008D13DF" w:rsidRDefault="008D13DF" w:rsidP="008D13DF">
      <w:pPr>
        <w:pStyle w:val="Default"/>
        <w:jc w:val="both"/>
        <w:rPr>
          <w:sz w:val="22"/>
          <w:szCs w:val="22"/>
        </w:rPr>
      </w:pPr>
    </w:p>
    <w:p w14:paraId="7A8EAFF1" w14:textId="77777777" w:rsidR="008D13DF" w:rsidRDefault="008D13DF" w:rsidP="008D13DF">
      <w:pPr>
        <w:pStyle w:val="Default"/>
        <w:jc w:val="both"/>
        <w:rPr>
          <w:sz w:val="22"/>
          <w:szCs w:val="22"/>
        </w:rPr>
      </w:pPr>
      <w:r>
        <w:rPr>
          <w:sz w:val="22"/>
          <w:szCs w:val="22"/>
        </w:rPr>
        <w:t xml:space="preserve">Declaro: </w:t>
      </w:r>
    </w:p>
    <w:p w14:paraId="0D0B940D" w14:textId="77777777" w:rsidR="008D13DF" w:rsidRDefault="008D13DF" w:rsidP="008D13DF">
      <w:pPr>
        <w:pStyle w:val="Default"/>
        <w:jc w:val="both"/>
        <w:rPr>
          <w:sz w:val="22"/>
          <w:szCs w:val="22"/>
        </w:rPr>
      </w:pPr>
    </w:p>
    <w:p w14:paraId="3495587F" w14:textId="77777777"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14:paraId="0E27B00A" w14:textId="77777777" w:rsidR="008D13DF" w:rsidRDefault="008D13DF" w:rsidP="008D13DF">
      <w:pPr>
        <w:pStyle w:val="Default"/>
        <w:jc w:val="both"/>
        <w:rPr>
          <w:sz w:val="22"/>
          <w:szCs w:val="22"/>
        </w:rPr>
      </w:pPr>
    </w:p>
    <w:p w14:paraId="0DA40F14" w14:textId="77777777"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14:paraId="60061E4C" w14:textId="77777777" w:rsidR="008D13DF" w:rsidRDefault="008D13DF" w:rsidP="008D13DF">
      <w:pPr>
        <w:pStyle w:val="Default"/>
        <w:jc w:val="both"/>
        <w:rPr>
          <w:sz w:val="22"/>
          <w:szCs w:val="22"/>
        </w:rPr>
      </w:pPr>
    </w:p>
    <w:p w14:paraId="5CFA6D75" w14:textId="77777777"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14:paraId="44EAFD9C" w14:textId="77777777" w:rsidR="008D13DF" w:rsidRDefault="008D13DF" w:rsidP="008D13DF">
      <w:pPr>
        <w:pStyle w:val="Default"/>
        <w:jc w:val="both"/>
        <w:rPr>
          <w:sz w:val="22"/>
          <w:szCs w:val="22"/>
        </w:rPr>
      </w:pPr>
    </w:p>
    <w:p w14:paraId="36A4EBA7" w14:textId="77777777"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14:paraId="4B94D5A5" w14:textId="77777777" w:rsidR="008D13DF" w:rsidRDefault="008D13DF" w:rsidP="008D13DF">
      <w:pPr>
        <w:pStyle w:val="Default"/>
        <w:jc w:val="both"/>
        <w:rPr>
          <w:sz w:val="22"/>
          <w:szCs w:val="22"/>
        </w:rPr>
      </w:pPr>
    </w:p>
    <w:p w14:paraId="336D21B2" w14:textId="77777777"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14:paraId="3DEEC669" w14:textId="77777777" w:rsidR="008D13DF" w:rsidRDefault="008D13DF" w:rsidP="008D13DF">
      <w:pPr>
        <w:pStyle w:val="Default"/>
        <w:jc w:val="both"/>
        <w:rPr>
          <w:sz w:val="22"/>
          <w:szCs w:val="22"/>
        </w:rPr>
      </w:pPr>
    </w:p>
    <w:p w14:paraId="711EF71B" w14:textId="77777777"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14:paraId="3656B9AB" w14:textId="77777777" w:rsidR="008D13DF" w:rsidRDefault="008D13DF" w:rsidP="008D13DF">
      <w:pPr>
        <w:pStyle w:val="Default"/>
        <w:jc w:val="both"/>
        <w:rPr>
          <w:sz w:val="22"/>
          <w:szCs w:val="22"/>
        </w:rPr>
      </w:pPr>
    </w:p>
    <w:p w14:paraId="63796AF2" w14:textId="77777777"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14:paraId="45FB0818" w14:textId="77777777" w:rsidR="008D13DF" w:rsidRDefault="008D13DF" w:rsidP="008D13DF">
      <w:pPr>
        <w:pStyle w:val="Default"/>
        <w:jc w:val="both"/>
        <w:rPr>
          <w:color w:val="auto"/>
          <w:sz w:val="22"/>
          <w:szCs w:val="22"/>
        </w:rPr>
      </w:pPr>
    </w:p>
    <w:p w14:paraId="51B3537B" w14:textId="77777777"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01652C" w14:textId="77777777" w:rsidR="00F56E24" w:rsidRDefault="00F56E24" w:rsidP="00E22DFC">
      <w:r>
        <w:separator/>
      </w:r>
    </w:p>
  </w:endnote>
  <w:endnote w:type="continuationSeparator" w:id="0">
    <w:p w14:paraId="4B99056E" w14:textId="77777777" w:rsidR="00F56E24" w:rsidRDefault="00F56E24"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80112" w14:textId="77777777" w:rsidR="00D13599" w:rsidRDefault="00D13599">
    <w:pPr>
      <w:pStyle w:val="Peu"/>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BAD8D" w14:textId="77777777"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86852" w14:textId="77777777" w:rsidR="00D13599" w:rsidRDefault="00D13599">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99C43A" w14:textId="77777777" w:rsidR="00F56E24" w:rsidRDefault="00F56E24" w:rsidP="00E22DFC">
      <w:r>
        <w:separator/>
      </w:r>
    </w:p>
  </w:footnote>
  <w:footnote w:type="continuationSeparator" w:id="0">
    <w:p w14:paraId="4DDBEF00" w14:textId="77777777" w:rsidR="00F56E24" w:rsidRDefault="00F56E24"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04AD2" w14:textId="77777777" w:rsidR="00D13599" w:rsidRDefault="00D13599">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F31CB" w14:textId="1A9B1D0F" w:rsidR="00DE6C4B" w:rsidRDefault="00D13599" w:rsidP="00B012A1">
    <w:pPr>
      <w:pStyle w:val="Capalera"/>
      <w:ind w:hanging="142"/>
      <w:rPr>
        <w:noProof/>
      </w:rPr>
    </w:pPr>
    <w:r>
      <w:rPr>
        <w:noProof/>
      </w:rPr>
      <w:drawing>
        <wp:inline distT="0" distB="0" distL="0" distR="0" wp14:anchorId="3630E903" wp14:editId="224A61EA">
          <wp:extent cx="2200275" cy="495300"/>
          <wp:effectExtent l="0" t="0" r="0" b="0"/>
          <wp:docPr id="2" name="Imatge 2" descr="C:\Users\25420974v\AppData\Local\Microsoft\Windows\INetCache\Content.MSO\A6ECDB6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25420974v\AppData\Local\Microsoft\Windows\INetCache\Content.MSO\A6ECDB6A.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0275" cy="495300"/>
                  </a:xfrm>
                  <a:prstGeom prst="rect">
                    <a:avLst/>
                  </a:prstGeom>
                  <a:noFill/>
                  <a:ln>
                    <a:noFill/>
                  </a:ln>
                </pic:spPr>
              </pic:pic>
            </a:graphicData>
          </a:graphic>
        </wp:inline>
      </w:drawing>
    </w:r>
    <w:bookmarkStart w:id="0" w:name="_GoBack"/>
    <w:bookmarkEnd w:id="0"/>
  </w:p>
  <w:p w14:paraId="53128261" w14:textId="77777777" w:rsidR="00DE6C4B" w:rsidRDefault="00DE6C4B">
    <w:pPr>
      <w:pStyle w:val="Capalera"/>
      <w:rPr>
        <w:noProof/>
      </w:rPr>
    </w:pPr>
  </w:p>
  <w:p w14:paraId="62486C05" w14:textId="77777777" w:rsidR="00DE6C4B" w:rsidRDefault="00DE6C4B">
    <w:pPr>
      <w:pStyle w:val="Capalera"/>
      <w:rPr>
        <w:noProof/>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91AD0" w14:textId="77777777" w:rsidR="00D13599" w:rsidRDefault="00D13599">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3599"/>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 w:val="1664C03B"/>
    <w:rsid w:val="526E605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C7E69D5"/>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492ACD44977F4AA0D5023AB3B7DA07" ma:contentTypeVersion="18" ma:contentTypeDescription="Crea un document nou" ma:contentTypeScope="" ma:versionID="95ee553ecd389b6892859a02eff9c154">
  <xsd:schema xmlns:xsd="http://www.w3.org/2001/XMLSchema" xmlns:xs="http://www.w3.org/2001/XMLSchema" xmlns:p="http://schemas.microsoft.com/office/2006/metadata/properties" xmlns:ns2="bd83cfd1-3bf2-4c70-9be5-d0ba651c4e10" xmlns:ns3="3704d646-4453-4338-8222-3e9da865be9b" targetNamespace="http://schemas.microsoft.com/office/2006/metadata/properties" ma:root="true" ma:fieldsID="93a22eba5c49548a90f0fa8f3a8ddcef" ns2:_="" ns3:_="">
    <xsd:import namespace="bd83cfd1-3bf2-4c70-9be5-d0ba651c4e10"/>
    <xsd:import namespace="3704d646-4453-4338-8222-3e9da865be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observacionsCAD" minOccurs="0"/>
                <xsd:element ref="ns2:MediaServiceDateTaken" minOccurs="0"/>
                <xsd:element ref="ns2:MediaServiceOCR" minOccurs="0"/>
                <xsd:element ref="ns2:MediaServiceGenerationTime" minOccurs="0"/>
                <xsd:element ref="ns2:MediaServiceEventHashCode" minOccurs="0"/>
                <xsd:element ref="ns2:observacionsHV" minOccurs="0"/>
                <xsd:element ref="ns2:ESTAT" minOccurs="0"/>
                <xsd:element ref="ns2:_ApprovalAssignedTo" minOccurs="0"/>
                <xsd:element ref="ns2:_ApprovalRespondedBy" minOccurs="0"/>
                <xsd:element ref="ns2:_ApprovalSentBy" minOccurs="0"/>
                <xsd:element ref="ns2:_Approval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83cfd1-3bf2-4c70-9be5-d0ba651c4e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observacionsCAD" ma:index="14" nillable="true" ma:displayName="observacions CAD" ma:format="Dropdown" ma:internalName="observacionsCAD">
      <xsd:simpleType>
        <xsd:restriction base="dms:Text">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observacionsHV" ma:index="20" nillable="true" ma:displayName="observacions HV" ma:format="Dropdown" ma:internalName="observacionsHV">
      <xsd:simpleType>
        <xsd:restriction base="dms:Text">
          <xsd:maxLength value="255"/>
        </xsd:restriction>
      </xsd:simpleType>
    </xsd:element>
    <xsd:element name="ESTAT" ma:index="21" nillable="true" ma:displayName="ESTAT" ma:format="Dropdown" ma:internalName="ESTAT">
      <xsd:simpleType>
        <xsd:restriction base="dms:Text">
          <xsd:maxLength value="255"/>
        </xsd:restriction>
      </xsd:simpleType>
    </xsd:element>
    <xsd:element name="_ApprovalAssignedTo" ma:index="22" nillable="true" ma:displayName="Examinadors" ma:list="UserInfo" ma:internalName="_ApprovalAssignedTo"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ApprovalRespondedBy" ma:index="23" nillable="true" ma:displayName="Respostes" ma:list="UserInfo" ma:internalName="_ApprovalRespondedBy"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ApprovalSentBy" ma:index="24" nillable="true" ma:displayName="Creador de l'aprovació" ma:list="UserInfo" ma:internalName="_ApprovalSentBy"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ApprovalStatus" ma:index="25" nillable="true" ma:displayName="Estat d'aprovació" ma:internalName="_Approval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704d646-4453-4338-8222-3e9da865be9b" elementFormDefault="qualified">
    <xsd:import namespace="http://schemas.microsoft.com/office/2006/documentManagement/types"/>
    <xsd:import namespace="http://schemas.microsoft.com/office/infopath/2007/PartnerControls"/>
    <xsd:element name="SharedWithUsers" ma:index="12"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 compartit amb detal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bservacionsHV xmlns="bd83cfd1-3bf2-4c70-9be5-d0ba651c4e10" xsi:nil="true"/>
    <observacionsCAD xmlns="bd83cfd1-3bf2-4c70-9be5-d0ba651c4e10" xsi:nil="true"/>
    <ESTAT xmlns="bd83cfd1-3bf2-4c70-9be5-d0ba651c4e10" xsi:nil="true"/>
    <_ApprovalAssignedTo xmlns="bd83cfd1-3bf2-4c70-9be5-d0ba651c4e10">
      <UserInfo>
        <DisplayName/>
        <AccountId xsi:nil="true"/>
        <AccountType/>
      </UserInfo>
    </_ApprovalAssignedTo>
    <_ApprovalRespondedBy xmlns="bd83cfd1-3bf2-4c70-9be5-d0ba651c4e10">
      <UserInfo>
        <DisplayName/>
        <AccountId xsi:nil="true"/>
        <AccountType/>
      </UserInfo>
    </_ApprovalRespondedBy>
    <_ApprovalStatus xmlns="bd83cfd1-3bf2-4c70-9be5-d0ba651c4e10">0</_Approval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6A7964-5266-45E0-8A41-375AE6931397}"/>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6C9F8C9E-A9BC-4B22-9CD6-E70B34A41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0</TotalTime>
  <Pages>2</Pages>
  <Words>456</Words>
  <Characters>2605</Characters>
  <Application>Microsoft Office Word</Application>
  <DocSecurity>0</DocSecurity>
  <Lines>21</Lines>
  <Paragraphs>6</Paragraphs>
  <ScaleCrop>false</ScaleCrop>
  <Company>ICS</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Maria manuela Gonzalez Martinez</cp:lastModifiedBy>
  <cp:revision>4</cp:revision>
  <cp:lastPrinted>2018-08-27T11:31:00Z</cp:lastPrinted>
  <dcterms:created xsi:type="dcterms:W3CDTF">2024-01-19T13:44:00Z</dcterms:created>
  <dcterms:modified xsi:type="dcterms:W3CDTF">2025-05-20T12:08:00Z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0x01010097492ACD44977F4AA0D5023AB3B7DA07</vt:lpwstr>
  </property>
</Properties>
</file>